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425D6E08" w14:textId="742A020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E45CF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536612" w:rsidRDefault="00445970" w14:paraId="39922766" w14:textId="577ED98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3E45CF">
        <w:rPr>
          <w:rFonts w:ascii="Corbel" w:hAnsi="Corbel"/>
          <w:sz w:val="20"/>
          <w:szCs w:val="20"/>
        </w:rPr>
        <w:t>0</w:t>
      </w:r>
      <w:r w:rsidR="002F1C9B">
        <w:rPr>
          <w:rFonts w:ascii="Corbel" w:hAnsi="Corbel"/>
          <w:sz w:val="20"/>
          <w:szCs w:val="20"/>
        </w:rPr>
        <w:t>/202</w:t>
      </w:r>
      <w:r w:rsidR="003E45CF">
        <w:rPr>
          <w:rFonts w:ascii="Corbel" w:hAnsi="Corbel"/>
          <w:sz w:val="20"/>
          <w:szCs w:val="20"/>
        </w:rPr>
        <w:t>1</w:t>
      </w:r>
    </w:p>
    <w:p w:rsidRPr="009C54AE" w:rsidR="0085747A" w:rsidP="009C54AE" w:rsidRDefault="0085747A" w14:paraId="0A37501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62A9A8DE" w14:textId="77777777">
        <w:tc>
          <w:tcPr>
            <w:tcW w:w="2694" w:type="dxa"/>
            <w:vAlign w:val="center"/>
          </w:tcPr>
          <w:p w:rsidRPr="009C54AE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F1C9B" w14:paraId="6A4917F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Pr="009C54AE" w:rsidR="0085747A" w:rsidTr="00B819C8" w14:paraId="779966FF" w14:textId="77777777">
        <w:tc>
          <w:tcPr>
            <w:tcW w:w="2694" w:type="dxa"/>
            <w:vAlign w:val="center"/>
          </w:tcPr>
          <w:p w:rsidRPr="009C54AE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F1C9B" w14:paraId="1AC4D7B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Pr="009C54AE" w:rsidR="0085747A" w:rsidTr="00B819C8" w14:paraId="4E2F8C33" w14:textId="77777777">
        <w:tc>
          <w:tcPr>
            <w:tcW w:w="2694" w:type="dxa"/>
            <w:vAlign w:val="center"/>
          </w:tcPr>
          <w:p w:rsidRPr="009C54AE" w:rsidR="0085747A" w:rsidP="00EA4832" w:rsidRDefault="0017512A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729EEB71" w14:textId="77777777">
        <w:tc>
          <w:tcPr>
            <w:tcW w:w="2694" w:type="dxa"/>
            <w:vAlign w:val="center"/>
          </w:tcPr>
          <w:p w:rsidRPr="009C54AE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F1C9B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Pr="009C54AE" w:rsidR="0085747A" w:rsidTr="00B819C8" w14:paraId="048482E6" w14:textId="77777777">
        <w:tc>
          <w:tcPr>
            <w:tcW w:w="2694" w:type="dxa"/>
            <w:vAlign w:val="center"/>
          </w:tcPr>
          <w:p w:rsidRPr="009C54AE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F1C9B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27F70225" w14:textId="77777777">
        <w:tc>
          <w:tcPr>
            <w:tcW w:w="2694" w:type="dxa"/>
            <w:vAlign w:val="center"/>
          </w:tcPr>
          <w:p w:rsidRPr="009C54AE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2F1C9B" w:rsidRDefault="002F1C9B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3A488BE5" w14:textId="77777777">
        <w:tc>
          <w:tcPr>
            <w:tcW w:w="2694" w:type="dxa"/>
            <w:vAlign w:val="center"/>
          </w:tcPr>
          <w:p w:rsidRPr="009C54AE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5C70B2EB" w14:textId="77777777">
        <w:tc>
          <w:tcPr>
            <w:tcW w:w="2694" w:type="dxa"/>
            <w:vAlign w:val="center"/>
          </w:tcPr>
          <w:p w:rsidRPr="009C54AE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2F1C9B" w:rsidRDefault="0017512A" w14:paraId="56B684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58954631" w14:textId="77777777">
        <w:tc>
          <w:tcPr>
            <w:tcW w:w="2694" w:type="dxa"/>
            <w:vAlign w:val="center"/>
          </w:tcPr>
          <w:p w:rsidRPr="009C54AE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F1C9B" w14:paraId="09A16E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Pr="009C54AE" w:rsidR="0085747A" w:rsidTr="00B819C8" w14:paraId="2724D578" w14:textId="77777777">
        <w:tc>
          <w:tcPr>
            <w:tcW w:w="2694" w:type="dxa"/>
            <w:vAlign w:val="center"/>
          </w:tcPr>
          <w:p w:rsidRPr="009C54AE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2F1C9B" w:rsidRDefault="002F1C9B" w14:paraId="6FA8B5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00B819C8" w14:paraId="2786482B" w14:textId="77777777">
        <w:tc>
          <w:tcPr>
            <w:tcW w:w="2694" w:type="dxa"/>
            <w:vAlign w:val="center"/>
          </w:tcPr>
          <w:p w:rsidRPr="009C54AE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070505D1" w14:textId="77777777">
        <w:tc>
          <w:tcPr>
            <w:tcW w:w="2694" w:type="dxa"/>
            <w:vAlign w:val="center"/>
          </w:tcPr>
          <w:p w:rsidRPr="009C54AE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2F1C9B" w:rsidRDefault="002F1C9B" w14:paraId="2560C0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Pr="009C54AE" w:rsidR="0085747A" w:rsidTr="00B819C8" w14:paraId="2E73B4F3" w14:textId="77777777">
        <w:tc>
          <w:tcPr>
            <w:tcW w:w="2694" w:type="dxa"/>
            <w:vAlign w:val="center"/>
          </w:tcPr>
          <w:p w:rsidRPr="009C54AE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F1C9B" w14:paraId="48D956B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2EB378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4A00F4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6EDE93D4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2F1C9B" w14:paraId="2598DE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2F1C9B" w14:paraId="33CFEC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0061E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2F1C9B" w14:paraId="18F999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44EAFD9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B94D5A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536612" w:rsidR="00536612" w:rsidP="00536612" w:rsidRDefault="00536612" w14:paraId="51213AF9" w14:textId="61195C3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536612">
        <w:rPr>
          <w:rStyle w:val="normaltextrun"/>
          <w:rFonts w:ascii="Wingdings" w:hAnsi="Wingdings" w:eastAsia="Wingdings" w:cs="Wingdings"/>
        </w:rPr>
        <w:t>þ</w:t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</w:t>
      </w:r>
    </w:p>
    <w:p w:rsidRPr="00536612" w:rsidR="00536612" w:rsidP="00536612" w:rsidRDefault="00536612" w14:paraId="02E04478" w14:textId="77777777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6A3104" w:rsidP="009C54AE" w:rsidRDefault="006A3104" w14:paraId="3DEEC66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5295C7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536612" w:rsidR="009C54AE" w:rsidP="009C54AE" w:rsidRDefault="002F1C9B" w14:paraId="543CA6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3656B9A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513CA794" w14:textId="77777777">
        <w:tc>
          <w:tcPr>
            <w:tcW w:w="9670" w:type="dxa"/>
          </w:tcPr>
          <w:p w:rsidRPr="009C54AE" w:rsidR="0085747A" w:rsidP="002F1C9B" w:rsidRDefault="002F1C9B" w14:paraId="66E4BE4C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ekonomicznych.</w:t>
            </w:r>
          </w:p>
        </w:tc>
      </w:tr>
    </w:tbl>
    <w:p w:rsidR="00153C41" w:rsidP="009C54AE" w:rsidRDefault="00153C41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69B63C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312826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04A85CF9" w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2F1C9B" w14:paraId="0633953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Pr="009C54AE" w:rsidR="0085747A" w:rsidTr="00923D7D" w14:paraId="37C78D92" w14:textId="77777777">
        <w:tc>
          <w:tcPr>
            <w:tcW w:w="851" w:type="dxa"/>
            <w:vAlign w:val="center"/>
          </w:tcPr>
          <w:p w:rsidRPr="009C54AE" w:rsidR="0085747A" w:rsidP="009C54AE" w:rsidRDefault="002F1C9B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2F1C9B" w14:paraId="78E0A5E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Pr="009C54AE" w:rsidR="0085747A" w:rsidTr="00923D7D" w14:paraId="78D40149" w14:textId="77777777">
        <w:tc>
          <w:tcPr>
            <w:tcW w:w="851" w:type="dxa"/>
            <w:vAlign w:val="center"/>
          </w:tcPr>
          <w:p w:rsidRPr="009C54AE" w:rsidR="0085747A" w:rsidP="009C54AE" w:rsidRDefault="0085747A" w14:paraId="43C3A2B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2F1C9B" w14:paraId="500604C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:rsidRPr="009C54AE" w:rsidR="0085747A" w:rsidP="009C54AE" w:rsidRDefault="0085747A" w14:paraId="62486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DDEBA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410165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61F38664" w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5900BF2A" w14:textId="77777777">
        <w:tc>
          <w:tcPr>
            <w:tcW w:w="1701" w:type="dxa"/>
          </w:tcPr>
          <w:p w:rsidRPr="009C54AE" w:rsidR="0085747A" w:rsidP="009C54AE" w:rsidRDefault="002F1C9B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9C54AE" w:rsidRDefault="002F1C9B" w14:paraId="013569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:rsidRPr="009C54AE" w:rsidR="0085747A" w:rsidP="00F77F57" w:rsidRDefault="002F1C9B" w14:paraId="27F803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5E6E85" w14:paraId="55CCB320" w14:textId="77777777">
        <w:tc>
          <w:tcPr>
            <w:tcW w:w="1701" w:type="dxa"/>
          </w:tcPr>
          <w:p w:rsidRPr="009C54AE" w:rsidR="0085747A" w:rsidP="009C54AE" w:rsidRDefault="0085747A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C54AE" w:rsidRDefault="002F1C9B" w14:paraId="244E09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:rsidRPr="009C54AE" w:rsidR="0085747A" w:rsidP="00F77F57" w:rsidRDefault="002F1C9B" w14:paraId="4D4393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5E6E85" w14:paraId="2AD2B10B" w14:textId="77777777">
        <w:tc>
          <w:tcPr>
            <w:tcW w:w="1701" w:type="dxa"/>
          </w:tcPr>
          <w:p w:rsidRPr="009C54AE" w:rsidR="0085747A" w:rsidP="009C54AE" w:rsidRDefault="002F1C9B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9C54AE" w:rsidRDefault="002F1C9B" w14:paraId="3C6F95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:rsidRPr="0052794D" w:rsidR="002F1C9B" w:rsidP="00F77F57" w:rsidRDefault="002F1C9B" w14:paraId="600668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Pr="009C54AE" w:rsidR="0085747A" w:rsidP="00F77F57" w:rsidRDefault="002F1C9B" w14:paraId="4BB8B9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9C54AE" w:rsidR="002F1C9B" w:rsidTr="005E6E85" w14:paraId="78162ABA" w14:textId="77777777">
        <w:tc>
          <w:tcPr>
            <w:tcW w:w="1701" w:type="dxa"/>
          </w:tcPr>
          <w:p w:rsidRPr="009C54AE" w:rsidR="002F1C9B" w:rsidP="009C54AE" w:rsidRDefault="002F1C9B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2F1C9B" w:rsidP="009C54AE" w:rsidRDefault="002F1C9B" w14:paraId="7C69D4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:rsidR="002F1C9B" w:rsidP="00F77F57" w:rsidRDefault="002F1C9B" w14:paraId="3CFCD0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Pr="0052794D" w:rsidR="002F1C9B" w:rsidP="00F77F57" w:rsidRDefault="002F1C9B" w14:paraId="2A4E30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9C54AE" w:rsidR="002F1C9B" w:rsidP="00F77F57" w:rsidRDefault="002F1C9B" w14:paraId="31229A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2F1C9B" w:rsidTr="005E6E85" w14:paraId="60E65A0F" w14:textId="77777777">
        <w:tc>
          <w:tcPr>
            <w:tcW w:w="1701" w:type="dxa"/>
          </w:tcPr>
          <w:p w:rsidR="002F1C9B" w:rsidP="009C54AE" w:rsidRDefault="002F1C9B" w14:paraId="743572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52794D" w:rsidR="002F1C9B" w:rsidP="009C54AE" w:rsidRDefault="002F1C9B" w14:paraId="09E402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:rsidRPr="0052794D" w:rsidR="002F1C9B" w:rsidP="00F77F57" w:rsidRDefault="002F1C9B" w14:paraId="54E3E2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Pr="009C54AE" w:rsidR="002F1C9B" w:rsidP="00F77F57" w:rsidRDefault="002F1C9B" w14:paraId="0A428C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Pr="009C54AE" w:rsidR="0085747A" w:rsidP="009C54AE" w:rsidRDefault="0085747A" w14:paraId="4B99056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B09A05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299C43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587EA2A8" w14:textId="77777777">
        <w:tc>
          <w:tcPr>
            <w:tcW w:w="9639" w:type="dxa"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354CC3C5" w14:textId="77777777">
        <w:tc>
          <w:tcPr>
            <w:tcW w:w="9639" w:type="dxa"/>
          </w:tcPr>
          <w:p w:rsidRPr="009C54AE" w:rsidR="0085747A" w:rsidP="009C54AE" w:rsidRDefault="002F1C9B" w14:paraId="7BE4991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Pr="009C54AE" w:rsidR="0085747A" w:rsidTr="00923D7D" w14:paraId="2BAA45BB" w14:textId="77777777">
        <w:tc>
          <w:tcPr>
            <w:tcW w:w="9639" w:type="dxa"/>
          </w:tcPr>
          <w:p w:rsidRPr="009C54AE" w:rsidR="0085747A" w:rsidP="00CE00FE" w:rsidRDefault="002F1C9B" w14:paraId="1182FB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Koncepcja serwicyzacji gospodarki.</w:t>
            </w:r>
          </w:p>
        </w:tc>
      </w:tr>
      <w:tr w:rsidRPr="009C54AE" w:rsidR="0085747A" w:rsidTr="00923D7D" w14:paraId="0438F3EA" w14:textId="77777777">
        <w:tc>
          <w:tcPr>
            <w:tcW w:w="9639" w:type="dxa"/>
          </w:tcPr>
          <w:p w:rsidRPr="0084329B" w:rsidR="00CE00FE" w:rsidP="00CE00FE" w:rsidRDefault="00CE00FE" w14:paraId="78BF80B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:rsidRPr="0084329B" w:rsidR="00CE00FE" w:rsidP="00CE00FE" w:rsidRDefault="00CE00FE" w14:paraId="27ECBC4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:rsidRPr="0084329B" w:rsidR="00CE00FE" w:rsidP="00CE00FE" w:rsidRDefault="00CE00FE" w14:paraId="52FA774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:rsidRPr="009C54AE" w:rsidR="0085747A" w:rsidP="00CE00FE" w:rsidRDefault="00CE00FE" w14:paraId="6960971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Pr="009C54AE" w:rsidR="00CE00FE" w:rsidTr="00923D7D" w14:paraId="03E75A21" w14:textId="77777777">
        <w:tc>
          <w:tcPr>
            <w:tcW w:w="9639" w:type="dxa"/>
          </w:tcPr>
          <w:p w:rsidRPr="009C54AE" w:rsidR="00CE00FE" w:rsidP="009C54AE" w:rsidRDefault="00CE00FE" w14:paraId="57C2869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Pr="009C54AE" w:rsidR="00CE00FE" w:rsidTr="00923D7D" w14:paraId="2CE223DE" w14:textId="77777777">
        <w:tc>
          <w:tcPr>
            <w:tcW w:w="9639" w:type="dxa"/>
          </w:tcPr>
          <w:p w:rsidRPr="0084329B" w:rsidR="00CE00FE" w:rsidP="009C54AE" w:rsidRDefault="00CE00FE" w14:paraId="2AD3D59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Pr="009C54AE" w:rsidR="00CE00FE" w:rsidTr="00923D7D" w14:paraId="29A87EA3" w14:textId="77777777">
        <w:tc>
          <w:tcPr>
            <w:tcW w:w="9639" w:type="dxa"/>
          </w:tcPr>
          <w:p w:rsidRPr="0084329B" w:rsidR="00CE00FE" w:rsidP="009C54AE" w:rsidRDefault="00CE00FE" w14:paraId="772259C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Pr="009C54AE" w:rsidR="00CE00FE" w:rsidTr="00923D7D" w14:paraId="0CFD7FE1" w14:textId="77777777">
        <w:tc>
          <w:tcPr>
            <w:tcW w:w="9639" w:type="dxa"/>
          </w:tcPr>
          <w:p w:rsidRPr="0084329B" w:rsidR="00CE00FE" w:rsidP="009C54AE" w:rsidRDefault="00CE00FE" w14:paraId="10A3D14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Pr="009C54AE" w:rsidR="00CE00FE" w:rsidTr="00923D7D" w14:paraId="59B21D19" w14:textId="77777777">
        <w:tc>
          <w:tcPr>
            <w:tcW w:w="9639" w:type="dxa"/>
          </w:tcPr>
          <w:p w:rsidRPr="0084329B" w:rsidR="00CE00FE" w:rsidP="00CE00FE" w:rsidRDefault="00CE00FE" w14:paraId="0BCB4B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Usługi w uwarunkowaniach gospodarki opartej na wiedzy (innowacyjność usług, technologie informacyjno-komunikacyjne w usługach, kapitał ludzki w usługach).</w:t>
            </w:r>
          </w:p>
        </w:tc>
      </w:tr>
    </w:tbl>
    <w:p w:rsidRPr="009C54AE" w:rsidR="0085747A" w:rsidP="009C54AE" w:rsidRDefault="0085747A" w14:paraId="4DDBEF0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461D7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63B82D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3CF2D8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CE00FE" w14:paraId="1AA868A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563976DF" w:rsidR="00CE00FE">
        <w:rPr>
          <w:rFonts w:ascii="Corbel" w:hAnsi="Corbel"/>
          <w:b w:val="0"/>
          <w:bCs w:val="0"/>
          <w:caps w:val="0"/>
          <w:smallCaps w:val="0"/>
        </w:rPr>
        <w:t xml:space="preserve">Wykład z </w:t>
      </w:r>
      <w:r w:rsidRPr="563976DF" w:rsidR="006A3104">
        <w:rPr>
          <w:rFonts w:ascii="Corbel" w:hAnsi="Corbel"/>
          <w:b w:val="0"/>
          <w:bCs w:val="0"/>
          <w:caps w:val="0"/>
          <w:smallCaps w:val="0"/>
        </w:rPr>
        <w:t>prezentacją multimedialną</w:t>
      </w:r>
    </w:p>
    <w:p w:rsidR="00E960BB" w:rsidP="009C54AE" w:rsidRDefault="00E960BB" w14:paraId="0FB7827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7FB186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1FC3994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3CD72C34" w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5747A" w:rsidTr="00C05F44" w14:paraId="1CD01A15" w14:textId="77777777">
        <w:tc>
          <w:tcPr>
            <w:tcW w:w="1985" w:type="dxa"/>
          </w:tcPr>
          <w:p w:rsidRPr="009C54AE" w:rsidR="0085747A" w:rsidP="009C54AE" w:rsidRDefault="0085747A" w14:paraId="173685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9C54AE" w:rsidR="0085747A" w:rsidP="009C54AE" w:rsidRDefault="00B135B8" w14:paraId="4E4AAE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Pr="009C54AE" w:rsidR="0085747A" w:rsidP="00F77F57" w:rsidRDefault="00B135B8" w14:paraId="002762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85747A" w:rsidTr="00C05F44" w14:paraId="50ED51C6" w14:textId="77777777">
        <w:tc>
          <w:tcPr>
            <w:tcW w:w="1985" w:type="dxa"/>
          </w:tcPr>
          <w:p w:rsidRPr="009C54AE" w:rsidR="0085747A" w:rsidP="009C54AE" w:rsidRDefault="0085747A" w14:paraId="727CF0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B135B8" w14:paraId="4776EC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Pr="009C54AE" w:rsidR="0085747A" w:rsidP="00F77F57" w:rsidRDefault="00B135B8" w14:paraId="31983E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B135B8" w:rsidTr="00C05F44" w14:paraId="3F9D9D25" w14:textId="77777777">
        <w:tc>
          <w:tcPr>
            <w:tcW w:w="1985" w:type="dxa"/>
          </w:tcPr>
          <w:p w:rsidRPr="009C54AE" w:rsidR="00B135B8" w:rsidP="009C54AE" w:rsidRDefault="00B135B8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B135B8" w:rsidP="009C54AE" w:rsidRDefault="00B135B8" w14:paraId="3319FB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135B8" w:rsidP="00F77F57" w:rsidRDefault="00960574" w14:paraId="40BE21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B135B8" w:rsidTr="00C05F44" w14:paraId="254FDE14" w14:textId="77777777">
        <w:tc>
          <w:tcPr>
            <w:tcW w:w="1985" w:type="dxa"/>
          </w:tcPr>
          <w:p w:rsidRPr="009C54AE" w:rsidR="00B135B8" w:rsidP="009C54AE" w:rsidRDefault="00B135B8" w14:paraId="5990E7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B135B8" w:rsidP="009C54AE" w:rsidRDefault="00B135B8" w14:paraId="6EF467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135B8" w:rsidP="00F77F57" w:rsidRDefault="00960574" w14:paraId="46A28C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B135B8" w:rsidTr="00C05F44" w14:paraId="3D002912" w14:textId="77777777">
        <w:tc>
          <w:tcPr>
            <w:tcW w:w="1985" w:type="dxa"/>
          </w:tcPr>
          <w:p w:rsidRPr="009C54AE" w:rsidR="00B135B8" w:rsidP="009C54AE" w:rsidRDefault="00B135B8" w14:paraId="4A2F10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B135B8" w:rsidP="009C54AE" w:rsidRDefault="00960574" w14:paraId="7E1ACA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B135B8" w:rsidP="00F77F57" w:rsidRDefault="00960574" w14:paraId="7E65DD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Pr="009C54AE" w:rsidR="00923D7D" w:rsidP="009C54AE" w:rsidRDefault="00923D7D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55156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62EBF3C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4DD34FB2" w14:paraId="3C47319F" w14:textId="77777777">
        <w:tc>
          <w:tcPr>
            <w:tcW w:w="9670" w:type="dxa"/>
          </w:tcPr>
          <w:p w:rsidRPr="009C54AE" w:rsidR="0085747A" w:rsidP="4DD34FB2" w:rsidRDefault="00960574" w14:paraId="6819CE91" w14:textId="5665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testowej.</w:t>
            </w:r>
            <w:r w:rsidRPr="4DD34FB2" w:rsidR="0C782841">
              <w:rPr>
                <w:rFonts w:ascii="Corbel" w:hAnsi="Corbel"/>
                <w:b w:val="0"/>
                <w:smallCaps w:val="0"/>
              </w:rPr>
              <w:t xml:space="preserve"> Student otrzymuje ocenę według skali:</w:t>
            </w:r>
          </w:p>
          <w:p w:rsidRPr="009C54AE" w:rsidR="0085747A" w:rsidP="4DD34FB2" w:rsidRDefault="0C782841" w14:paraId="57613438" w14:textId="7EFB01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11-12 pkt: dst</w:t>
            </w:r>
          </w:p>
          <w:p w:rsidRPr="009C54AE" w:rsidR="0085747A" w:rsidP="4DD34FB2" w:rsidRDefault="0C782841" w14:paraId="2028278F" w14:textId="42FD04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+dst</w:t>
            </w:r>
          </w:p>
          <w:p w:rsidRPr="009C54AE" w:rsidR="0085747A" w:rsidP="4DD34FB2" w:rsidRDefault="0C782841" w14:paraId="20169997" w14:textId="5A28A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15-16 pkt: db</w:t>
            </w:r>
          </w:p>
          <w:p w:rsidRPr="009C54AE" w:rsidR="0085747A" w:rsidP="4DD34FB2" w:rsidRDefault="0C782841" w14:paraId="23A7B37A" w14:textId="020616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+db</w:t>
            </w:r>
          </w:p>
          <w:p w:rsidRPr="009C54AE" w:rsidR="0085747A" w:rsidP="4DD34FB2" w:rsidRDefault="0C782841" w14:paraId="1777F5A7" w14:textId="7BC21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19-20 pkt: bdb</w:t>
            </w:r>
          </w:p>
        </w:tc>
      </w:tr>
    </w:tbl>
    <w:p w:rsidRPr="009C54AE" w:rsidR="0085747A" w:rsidP="009C54AE" w:rsidRDefault="0085747A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946D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10FDCF0" w14:textId="77777777">
        <w:tc>
          <w:tcPr>
            <w:tcW w:w="4962" w:type="dxa"/>
          </w:tcPr>
          <w:p w:rsidRPr="009C54AE" w:rsidR="0085747A" w:rsidP="009C54AE" w:rsidRDefault="00C61DC5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F77F57" w:rsidRDefault="00CE00FE" w14:paraId="423D4B9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5AE299BC" w14:textId="77777777">
        <w:tc>
          <w:tcPr>
            <w:tcW w:w="4962" w:type="dxa"/>
          </w:tcPr>
          <w:p w:rsidRPr="009C54AE" w:rsidR="00C61DC5" w:rsidP="009C54AE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F77F57" w:rsidRDefault="00CE00FE" w14:paraId="279935F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4655D299" w14:textId="77777777">
        <w:tc>
          <w:tcPr>
            <w:tcW w:w="4962" w:type="dxa"/>
          </w:tcPr>
          <w:p w:rsidRPr="009C54AE" w:rsidR="00C61DC5" w:rsidP="00536612" w:rsidRDefault="00C61DC5" w14:paraId="22DBD47C" w14:textId="1A3881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F77F57" w:rsidRDefault="00CE00FE" w14:paraId="2C8B330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Pr="009C54AE" w:rsidR="0085747A" w:rsidTr="00923D7D" w14:paraId="4D6280AD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F77F57" w:rsidRDefault="00CE00FE" w14:paraId="688618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0AD00C0E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F77F57" w:rsidRDefault="00CE00FE" w14:paraId="714475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997CC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10FFD3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F77F57" w14:paraId="5454FE0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F77F57" w:rsidRDefault="00CE00FE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F77F57" w14:paraId="5BCC849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F77F57" w:rsidRDefault="00CE00FE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6B69937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BDB76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3FE9F23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00F77F57" w14:paraId="1A74BD69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960574" w:rsidR="00960574" w:rsidP="00960574" w:rsidRDefault="00960574" w14:paraId="2FE09D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Cyrek M., Rozwój sektora usług a gospodarka oparta na wiedzy, Wydawnictwo Uniwersytetu Rzeszowskiego, Rzeszów 2012.</w:t>
            </w:r>
          </w:p>
          <w:p w:rsidRPr="009C54AE" w:rsidR="00960574" w:rsidP="00CA6D10" w:rsidRDefault="00960574" w14:paraId="575416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5747A" w:rsidTr="00F77F57" w14:paraId="4A39A29F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960574" w:rsidR="00960574" w:rsidP="00960574" w:rsidRDefault="00960574" w14:paraId="334D4B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Kuczewska L., Nowacki R., Innowacyjność usług biznesowych w podnoszeniu konkurencyjności przedsiębiorstw, Polskie Wydawnictwo Ekonomiczne, Warszawa 2016.</w:t>
            </w:r>
          </w:p>
          <w:p w:rsidRPr="00960574" w:rsidR="00960574" w:rsidP="00960574" w:rsidRDefault="00960574" w14:paraId="37E05A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Lichniak I. (red.), Serwicyzacja polskiej gospodarki, Oficyna Wydawnicza SGH w Warszawie, Warszawa 2010.</w:t>
            </w:r>
          </w:p>
          <w:p w:rsidR="00CA6D10" w:rsidP="00CA6D10" w:rsidRDefault="00CA6D10" w14:paraId="3A5768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CA6D10" w:rsidR="007842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Szczukocka A., Statystyczna ocena znaczenia sektora us</w:t>
            </w:r>
            <w:r w:rsidRPr="00CA6D10" w:rsidR="0078426C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CA6D10" w:rsidR="007842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 w gospodarce Polski, Wydawnictwo Uniwersytetu </w:t>
            </w:r>
            <w:r w:rsidRPr="00CA6D10" w:rsidR="0078426C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Łó</w:t>
            </w:r>
            <w:r w:rsidRPr="00CA6D10" w:rsidR="007842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dzkiego, </w:t>
            </w:r>
            <w:r w:rsidRPr="00CA6D10" w:rsidR="0078426C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Łó</w:t>
            </w:r>
            <w:r w:rsidRPr="00CA6D10" w:rsidR="007842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CA6D10" w:rsidR="0078426C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ź</w:t>
            </w:r>
            <w:r w:rsidRPr="00CA6D10" w:rsidR="007842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Pr="009C54AE" w:rsidR="0078426C" w:rsidP="00CA6D10" w:rsidRDefault="00CA6D10" w14:paraId="6CCB36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Węgrzyn G., Innowacje w sektorze usług a zmiany strukturalne w zatrudnieniu, Wydawnictwo Uniwersytetu Ekonomicznego we Wrocławiu, Wrocław 2015.</w:t>
            </w:r>
          </w:p>
        </w:tc>
      </w:tr>
    </w:tbl>
    <w:p w:rsidRPr="009C54AE" w:rsidR="0085747A" w:rsidP="009C54AE" w:rsidRDefault="0085747A" w14:paraId="1F72F64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8CE6F9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76022" w:rsidP="00C16ABF" w:rsidRDefault="00076022" w14:paraId="798C1345" w14:textId="77777777">
      <w:pPr>
        <w:spacing w:after="0" w:line="240" w:lineRule="auto"/>
      </w:pPr>
      <w:r>
        <w:separator/>
      </w:r>
    </w:p>
  </w:endnote>
  <w:endnote w:type="continuationSeparator" w:id="0">
    <w:p w:rsidR="00076022" w:rsidP="00C16ABF" w:rsidRDefault="00076022" w14:paraId="6E0DBF5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76022" w:rsidP="00C16ABF" w:rsidRDefault="00076022" w14:paraId="423501AD" w14:textId="77777777">
      <w:pPr>
        <w:spacing w:after="0" w:line="240" w:lineRule="auto"/>
      </w:pPr>
      <w:r>
        <w:separator/>
      </w:r>
    </w:p>
  </w:footnote>
  <w:footnote w:type="continuationSeparator" w:id="0">
    <w:p w:rsidR="00076022" w:rsidP="00C16ABF" w:rsidRDefault="00076022" w14:paraId="148079A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02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5CF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DD34FB2"/>
    <w:rsid w:val="563976DF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  <w15:docId w15:val="{45485BD9-055F-4FE5-87F7-A5C512FB82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536612"/>
  </w:style>
  <w:style w:type="character" w:styleId="spellingerror" w:customStyle="1">
    <w:name w:val="spellingerror"/>
    <w:basedOn w:val="Domylnaczcionkaakapitu"/>
    <w:rsid w:val="00536612"/>
  </w:style>
  <w:style w:type="character" w:styleId="eop" w:customStyle="1">
    <w:name w:val="eop"/>
    <w:basedOn w:val="Domylnaczcionkaakapitu"/>
    <w:rsid w:val="00536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C5EDF-9C0D-4C8D-B90D-BD8C20936B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DE85FF-27F5-4C86-BB9A-B1BF486AB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Cyrek Magdalena</lastModifiedBy>
  <revision>14</revision>
  <lastPrinted>2019-02-06T12:12:00.0000000Z</lastPrinted>
  <dcterms:created xsi:type="dcterms:W3CDTF">2020-09-30T13:29:00.0000000Z</dcterms:created>
  <dcterms:modified xsi:type="dcterms:W3CDTF">2020-12-09T19:47:19.8692811Z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